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426A">
        <w:rPr>
          <w:rFonts w:ascii="Corbel" w:hAnsi="Corbel"/>
          <w:i/>
          <w:smallCaps/>
          <w:sz w:val="24"/>
          <w:szCs w:val="24"/>
        </w:rPr>
        <w:t>2019-2020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F0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F0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43DE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4144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5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osobowe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52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E852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F575A4">
        <w:rPr>
          <w:rFonts w:ascii="Corbel" w:hAnsi="Corbel"/>
          <w:smallCaps w:val="0"/>
          <w:szCs w:val="24"/>
        </w:rPr>
        <w:t xml:space="preserve">) - </w:t>
      </w:r>
      <w:r w:rsidR="00F575A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oparciu o  wiedzę wyniesioną z przedmiotów obejmujących przygotowanie psychologiczno – pedagogiczne, rozumienia zj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85747A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852B1" w:rsidRDefault="007666D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</w:t>
            </w: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E852B1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E852B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F259E1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</w:t>
            </w:r>
            <w:r w:rsidR="00473513" w:rsidRPr="00E852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852B1" w:rsidRDefault="009E4620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E852B1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E852B1" w:rsidRDefault="00753202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E852B1" w:rsidRDefault="00753202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 w:rsidRPr="00E852B1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575A4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o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F575A4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F575A4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zdarzenia wychowawczo-opiekuńcze i edukacy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j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ne zaobserwowane lub doświadczone w czasie praktyk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d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szkolu, szkole lub placówce systemu oświaty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:rsidR="0071360D" w:rsidRPr="009C54AE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Pr="009C54AE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F575A4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Pr="009C54AE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91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A52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F575A4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B01" w:rsidRDefault="00082B01" w:rsidP="00C16ABF">
      <w:pPr>
        <w:spacing w:after="0" w:line="240" w:lineRule="auto"/>
      </w:pPr>
      <w:r>
        <w:separator/>
      </w:r>
    </w:p>
  </w:endnote>
  <w:endnote w:type="continuationSeparator" w:id="0">
    <w:p w:rsidR="00082B01" w:rsidRDefault="00082B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B01" w:rsidRDefault="00082B01" w:rsidP="00C16ABF">
      <w:pPr>
        <w:spacing w:after="0" w:line="240" w:lineRule="auto"/>
      </w:pPr>
      <w:r>
        <w:separator/>
      </w:r>
    </w:p>
  </w:footnote>
  <w:footnote w:type="continuationSeparator" w:id="0">
    <w:p w:rsidR="00082B01" w:rsidRDefault="00082B0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161E6"/>
    <w:multiLevelType w:val="hybridMultilevel"/>
    <w:tmpl w:val="DCECF3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85219"/>
    <w:multiLevelType w:val="hybridMultilevel"/>
    <w:tmpl w:val="A86A66B8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B01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D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B07"/>
    <w:rsid w:val="00192F37"/>
    <w:rsid w:val="0019586C"/>
    <w:rsid w:val="001A1EAA"/>
    <w:rsid w:val="001A39A6"/>
    <w:rsid w:val="001A70D2"/>
    <w:rsid w:val="001D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34D4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041B"/>
    <w:rsid w:val="003F38C0"/>
    <w:rsid w:val="004144AD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1FEE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525F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14FC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F6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541C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2E8D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D60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852B1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575A4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1EC5-5334-4395-92B0-0DF28D6A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2019-11-28T11:50:00Z</dcterms:created>
  <dcterms:modified xsi:type="dcterms:W3CDTF">2021-01-22T08:32:00Z</dcterms:modified>
</cp:coreProperties>
</file>